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327754">
        <w:rPr>
          <w:rFonts w:ascii="Times New Roman" w:eastAsia="MS Mincho" w:hAnsi="Times New Roman" w:cs="Times New Roman"/>
          <w:sz w:val="24"/>
          <w:szCs w:val="24"/>
        </w:rPr>
        <w:t>4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327754">
        <w:rPr>
          <w:rFonts w:ascii="Times New Roman" w:eastAsia="MS Mincho" w:hAnsi="Times New Roman" w:cs="Times New Roman"/>
          <w:sz w:val="24"/>
          <w:szCs w:val="24"/>
        </w:rPr>
        <w:t>4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327754">
        <w:rPr>
          <w:b/>
        </w:rPr>
        <w:t>Taevaskoja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>juhatuse liige Aare Veetsmann</w:t>
      </w:r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327754">
        <w:rPr>
          <w:rFonts w:ascii="Times New Roman" w:eastAsia="MS Mincho" w:hAnsi="Times New Roman" w:cs="Times New Roman"/>
          <w:b/>
          <w:sz w:val="24"/>
          <w:szCs w:val="24"/>
        </w:rPr>
        <w:t>Taevaskoja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(repellendid)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E201E0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bookmarkStart w:id="0" w:name="_GoBack"/>
      <w:bookmarkEnd w:id="0"/>
      <w:r w:rsidR="00E201E0">
        <w:rPr>
          <w:sz w:val="23"/>
          <w:szCs w:val="23"/>
        </w:rPr>
        <w:t xml:space="preserve"> </w:t>
      </w:r>
      <w:r w:rsidR="00327754">
        <w:t xml:space="preserve">Taevaskoja jahtkonna esimees Ahti Käärik, e-post </w:t>
      </w:r>
      <w:hyperlink r:id="rId9" w:history="1">
        <w:r w:rsidR="00327754" w:rsidRPr="0018233D">
          <w:rPr>
            <w:rStyle w:val="Hyperlink"/>
            <w:lang w:eastAsia="hi-IN" w:bidi="hi-IN"/>
          </w:rPr>
          <w:t>ahtikaarik@hot.ee</w:t>
        </w:r>
      </w:hyperlink>
      <w:r w:rsidR="00327754">
        <w:t xml:space="preserve">, tel. </w:t>
      </w:r>
      <w:r w:rsidR="00327754" w:rsidRPr="00327754">
        <w:t>5330</w:t>
      </w:r>
      <w:r w:rsidR="00327754">
        <w:t xml:space="preserve"> </w:t>
      </w:r>
      <w:r w:rsidR="00327754" w:rsidRPr="00327754">
        <w:t>3255</w:t>
      </w:r>
      <w:r w:rsidR="00E201E0">
        <w:rPr>
          <w:sz w:val="23"/>
          <w:szCs w:val="23"/>
        </w:rPr>
        <w:t xml:space="preserve"> </w:t>
      </w:r>
      <w:r w:rsidR="00D813B3">
        <w:rPr>
          <w:sz w:val="23"/>
          <w:szCs w:val="23"/>
        </w:rPr>
        <w:t xml:space="preserve"> </w:t>
      </w:r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Veetsmann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7C" w:rsidRDefault="00C7197C">
      <w:r>
        <w:separator/>
      </w:r>
    </w:p>
  </w:endnote>
  <w:endnote w:type="continuationSeparator" w:id="0">
    <w:p w:rsidR="00C7197C" w:rsidRDefault="00C7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7C" w:rsidRDefault="00C7197C">
      <w:r>
        <w:separator/>
      </w:r>
    </w:p>
  </w:footnote>
  <w:footnote w:type="continuationSeparator" w:id="0">
    <w:p w:rsidR="00C7197C" w:rsidRDefault="00C7197C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27754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2051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03FF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284C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7197C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13B3"/>
    <w:rsid w:val="00D8239B"/>
    <w:rsid w:val="00D82688"/>
    <w:rsid w:val="00D9123B"/>
    <w:rsid w:val="00DC7FE5"/>
    <w:rsid w:val="00DE1286"/>
    <w:rsid w:val="00DE6817"/>
    <w:rsid w:val="00E201E0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htikaarik@ho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3DD8B-46FF-49BB-9787-2A37E05A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1</Pages>
  <Words>1829</Words>
  <Characters>10610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4</cp:revision>
  <cp:lastPrinted>2017-03-21T13:38:00Z</cp:lastPrinted>
  <dcterms:created xsi:type="dcterms:W3CDTF">2017-09-22T11:17:00Z</dcterms:created>
  <dcterms:modified xsi:type="dcterms:W3CDTF">2017-09-22T11:26:00Z</dcterms:modified>
</cp:coreProperties>
</file>